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3D6B2CCC" w14:textId="77777777" w:rsidR="00FC6D87" w:rsidRPr="00FC6D87" w:rsidRDefault="00FC6D87" w:rsidP="00FC6D87">
            <w:pPr>
              <w:spacing w:before="120" w:after="0"/>
              <w:rPr>
                <w:rFonts w:ascii="Century Gothic" w:hAnsi="Century Gothic" w:cs="Tahoma"/>
              </w:rPr>
            </w:pPr>
            <w:r w:rsidRPr="00FC6D87">
              <w:rPr>
                <w:rFonts w:ascii="Century Gothic" w:hAnsi="Century Gothic" w:cs="Tahoma"/>
              </w:rPr>
              <w:t>Mrs Huskisson is sharing out 60 green pens to Mrs Cooper and Mrs Butler in the ratio 2:3</w:t>
            </w:r>
            <w:proofErr w:type="gramStart"/>
            <w:r w:rsidRPr="00FC6D87">
              <w:rPr>
                <w:rFonts w:ascii="Century Gothic" w:hAnsi="Century Gothic" w:cs="Tahoma"/>
              </w:rPr>
              <w:t>.  How</w:t>
            </w:r>
            <w:proofErr w:type="gramEnd"/>
            <w:r w:rsidRPr="00FC6D87">
              <w:rPr>
                <w:rFonts w:ascii="Century Gothic" w:hAnsi="Century Gothic" w:cs="Tahoma"/>
              </w:rPr>
              <w:t xml:space="preserve"> many do they get each? </w:t>
            </w:r>
          </w:p>
          <w:p w14:paraId="543BE07C" w14:textId="74E2D751" w:rsidR="00C55B29" w:rsidRPr="00431275" w:rsidRDefault="00C55B29" w:rsidP="00431275">
            <w:pPr>
              <w:spacing w:before="120" w:after="0"/>
              <w:rPr>
                <w:rFonts w:ascii="Century Gothic" w:hAnsi="Century Gothic" w:cs="Tahoma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431275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00753AE1" w14:textId="568595C5" w:rsidR="001E2A93" w:rsidRPr="00431275" w:rsidRDefault="001E2A93" w:rsidP="001E2A93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 xml:space="preserve">Write the answer in </w:t>
            </w:r>
            <w:r w:rsidR="00756347">
              <w:rPr>
                <w:rFonts w:ascii="Century Gothic" w:hAnsi="Century Gothic" w:cs="Tahoma"/>
              </w:rPr>
              <w:t>its</w:t>
            </w:r>
            <w:r w:rsidRPr="00431275">
              <w:rPr>
                <w:rFonts w:ascii="Century Gothic" w:hAnsi="Century Gothic" w:cs="Tahoma"/>
              </w:rPr>
              <w:t xml:space="preserve"> simplest form</w:t>
            </w:r>
          </w:p>
          <w:p w14:paraId="1FAB0DD0" w14:textId="77777777" w:rsidR="00C35600" w:rsidRPr="00431275" w:rsidRDefault="00C35600" w:rsidP="00C35600">
            <w:pPr>
              <w:rPr>
                <w:rFonts w:ascii="Century Gothic" w:eastAsiaTheme="minorEastAsia" w:hAnsi="Century Gothic" w:cs="Tahoma"/>
              </w:rPr>
            </w:pPr>
          </w:p>
          <w:p w14:paraId="1B5E5D74" w14:textId="4943C299" w:rsidR="00C6765F" w:rsidRPr="00431275" w:rsidRDefault="00756347" w:rsidP="001E2A93">
            <w:pPr>
              <w:rPr>
                <w:rFonts w:ascii="Century Gothic" w:eastAsiaTheme="minorEastAsia" w:hAnsi="Century Gothic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8</m:t>
                    </m:r>
                  </m:den>
                </m:f>
                <m:r>
                  <w:rPr>
                    <w:rFonts w:ascii="Cambria Math" w:hAnsi="Cambria Math" w:cs="Tahoma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3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C6765F" w:rsidRPr="00C240D5" w14:paraId="02717925" w14:textId="77777777" w:rsidTr="00A1371A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FD402AC" w14:textId="67E46B9F" w:rsidR="00C60D83" w:rsidRPr="00431275" w:rsidRDefault="00C60D83" w:rsidP="00431275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Draw the </w:t>
            </w:r>
            <w:r w:rsidR="004267C7">
              <w:rPr>
                <w:rFonts w:ascii="Century Gothic" w:eastAsiaTheme="minorEastAsia" w:hAnsi="Century Gothic" w:cs="Tahoma"/>
                <w:noProof/>
              </w:rPr>
              <w:t>plan</w:t>
            </w: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 view:</w:t>
            </w:r>
          </w:p>
          <w:p w14:paraId="683B8A61" w14:textId="3681CDDC" w:rsidR="00665D34" w:rsidRPr="00431275" w:rsidRDefault="00C60D83" w:rsidP="00431275">
            <w:pPr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3EEFEFF6" wp14:editId="2CC33DE0">
                  <wp:extent cx="1114581" cy="847843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A291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58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  <w:r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6C6B9508" wp14:editId="19F0854A">
                  <wp:extent cx="1171575" cy="117157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FB8F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739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431275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025BFB4" w14:textId="35A2732C" w:rsidR="00431275" w:rsidRPr="00431275" w:rsidRDefault="00431275" w:rsidP="00431275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>Expand the brackets:</w:t>
            </w:r>
          </w:p>
          <w:p w14:paraId="3F48BE50" w14:textId="74B90AF2" w:rsidR="00431275" w:rsidRPr="004267C7" w:rsidRDefault="004267C7" w:rsidP="00431275">
            <w:pPr>
              <w:rPr>
                <w:rFonts w:ascii="Tahoma" w:eastAsiaTheme="minorEastAsia" w:hAnsi="Tahoma" w:cs="Tahoma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x+7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x+3</m:t>
                    </m:r>
                  </m:e>
                </m:d>
                <m:r>
                  <w:rPr>
                    <w:rFonts w:ascii="Cambria Math" w:eastAsiaTheme="minorEastAsia" w:hAnsi="Cambria Math" w:cs="Tahoma"/>
                  </w:rPr>
                  <m:t>=</m:t>
                </m:r>
              </m:oMath>
            </m:oMathPara>
          </w:p>
          <w:tbl>
            <w:tblPr>
              <w:tblStyle w:val="TableGrid"/>
              <w:tblW w:w="0" w:type="auto"/>
              <w:tblInd w:w="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756"/>
              <w:gridCol w:w="756"/>
            </w:tblGrid>
            <w:tr w:rsidR="00431275" w:rsidRPr="00431275" w14:paraId="527D4343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64B9D0C3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478AB08A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2EA386F5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  <w:tr w:rsidR="00431275" w:rsidRPr="00431275" w14:paraId="6AEF27CF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2A8A4E83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16F2C405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7A56B1C7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  <w:tr w:rsidR="00431275" w:rsidRPr="00431275" w14:paraId="0F386A83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73D72E9A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2123B445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71C78B50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</w:tbl>
          <w:p w14:paraId="35867634" w14:textId="530823E8" w:rsidR="00C6765F" w:rsidRPr="00431275" w:rsidRDefault="00C6765F" w:rsidP="00F35C69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2D97D05C" w:rsidR="009F6C6A" w:rsidRDefault="007516C1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2752" behindDoc="0" locked="0" layoutInCell="1" allowOverlap="1" wp14:anchorId="569AC525" wp14:editId="7492D789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2" name="Picture 2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BF035D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2AC05658" w:rsidR="00C6765F" w:rsidRPr="009F6C6A" w:rsidRDefault="00326247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06F94F21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035D"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2FBD2977" wp14:editId="06EC7640">
                  <wp:extent cx="781050" cy="1076583"/>
                  <wp:effectExtent l="0" t="0" r="0" b="9525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76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0EC36815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4D2879">
        <w:rPr>
          <w:rFonts w:ascii="Segoe Print" w:hAnsi="Segoe Print"/>
          <w:b/>
          <w:sz w:val="24"/>
        </w:rPr>
        <w:t>8</w:t>
      </w:r>
      <w:r w:rsidR="00950AD6">
        <w:rPr>
          <w:rFonts w:ascii="Segoe Print" w:hAnsi="Segoe Print"/>
          <w:b/>
          <w:sz w:val="24"/>
        </w:rPr>
        <w:t>.</w:t>
      </w:r>
      <w:r w:rsidR="004539C0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5389F85F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4267C7" w:rsidRPr="000A63AF" w14:paraId="44FC1933" w14:textId="77777777" w:rsidTr="00715630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1B7AE21F" w14:textId="77777777" w:rsidR="004267C7" w:rsidRPr="00C240D5" w:rsidRDefault="004267C7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44170F0" w14:textId="77777777" w:rsidR="004267C7" w:rsidRPr="00FC6D87" w:rsidRDefault="004267C7" w:rsidP="00715630">
            <w:pPr>
              <w:spacing w:before="120" w:after="0"/>
              <w:rPr>
                <w:rFonts w:ascii="Century Gothic" w:hAnsi="Century Gothic" w:cs="Tahoma"/>
              </w:rPr>
            </w:pPr>
            <w:r w:rsidRPr="00FC6D87">
              <w:rPr>
                <w:rFonts w:ascii="Century Gothic" w:hAnsi="Century Gothic" w:cs="Tahoma"/>
              </w:rPr>
              <w:t>Mrs Huskisson is sharing out 60 green pens to Mrs Cooper and Mrs Butler in the ratio 2:3</w:t>
            </w:r>
            <w:proofErr w:type="gramStart"/>
            <w:r w:rsidRPr="00FC6D87">
              <w:rPr>
                <w:rFonts w:ascii="Century Gothic" w:hAnsi="Century Gothic" w:cs="Tahoma"/>
              </w:rPr>
              <w:t>.  How</w:t>
            </w:r>
            <w:proofErr w:type="gramEnd"/>
            <w:r w:rsidRPr="00FC6D87">
              <w:rPr>
                <w:rFonts w:ascii="Century Gothic" w:hAnsi="Century Gothic" w:cs="Tahoma"/>
              </w:rPr>
              <w:t xml:space="preserve"> many do they get each? </w:t>
            </w:r>
          </w:p>
          <w:p w14:paraId="6D96916F" w14:textId="77777777" w:rsidR="004267C7" w:rsidRPr="00431275" w:rsidRDefault="004267C7" w:rsidP="00715630">
            <w:pPr>
              <w:spacing w:before="120" w:after="0"/>
              <w:rPr>
                <w:rFonts w:ascii="Century Gothic" w:hAnsi="Century Gothic" w:cs="Tahoma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44563EE4" w14:textId="77777777" w:rsidR="004267C7" w:rsidRPr="00431275" w:rsidRDefault="004267C7" w:rsidP="0071563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3BB79C80" w14:textId="77777777" w:rsidR="004267C7" w:rsidRPr="00431275" w:rsidRDefault="004267C7" w:rsidP="00715630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 xml:space="preserve">Write the answer in </w:t>
            </w:r>
            <w:r>
              <w:rPr>
                <w:rFonts w:ascii="Century Gothic" w:hAnsi="Century Gothic" w:cs="Tahoma"/>
              </w:rPr>
              <w:t>its</w:t>
            </w:r>
            <w:r w:rsidRPr="00431275">
              <w:rPr>
                <w:rFonts w:ascii="Century Gothic" w:hAnsi="Century Gothic" w:cs="Tahoma"/>
              </w:rPr>
              <w:t xml:space="preserve"> simplest form</w:t>
            </w:r>
          </w:p>
          <w:p w14:paraId="0DFBB504" w14:textId="77777777" w:rsidR="004267C7" w:rsidRPr="00431275" w:rsidRDefault="004267C7" w:rsidP="00715630">
            <w:pPr>
              <w:rPr>
                <w:rFonts w:ascii="Century Gothic" w:eastAsiaTheme="minorEastAsia" w:hAnsi="Century Gothic" w:cs="Tahoma"/>
              </w:rPr>
            </w:pPr>
          </w:p>
          <w:p w14:paraId="0C5C1E1E" w14:textId="77777777" w:rsidR="004267C7" w:rsidRPr="00431275" w:rsidRDefault="004267C7" w:rsidP="00715630">
            <w:pPr>
              <w:rPr>
                <w:rFonts w:ascii="Century Gothic" w:eastAsiaTheme="minorEastAsia" w:hAnsi="Century Gothic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8</m:t>
                    </m:r>
                  </m:den>
                </m:f>
                <m:r>
                  <w:rPr>
                    <w:rFonts w:ascii="Cambria Math" w:hAnsi="Cambria Math" w:cs="Tahoma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3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4267C7" w:rsidRPr="00C240D5" w14:paraId="5C2FFE2B" w14:textId="77777777" w:rsidTr="00715630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65F8B21" w14:textId="77777777" w:rsidR="004267C7" w:rsidRPr="00C240D5" w:rsidRDefault="004267C7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6A691D0B" w14:textId="77777777" w:rsidR="004267C7" w:rsidRPr="00431275" w:rsidRDefault="004267C7" w:rsidP="0071563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Draw the </w:t>
            </w:r>
            <w:r>
              <w:rPr>
                <w:rFonts w:ascii="Century Gothic" w:eastAsiaTheme="minorEastAsia" w:hAnsi="Century Gothic" w:cs="Tahoma"/>
                <w:noProof/>
              </w:rPr>
              <w:t>plan</w:t>
            </w: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 view:</w:t>
            </w:r>
          </w:p>
          <w:p w14:paraId="5D8C27B4" w14:textId="77777777" w:rsidR="004267C7" w:rsidRPr="00431275" w:rsidRDefault="004267C7" w:rsidP="00715630">
            <w:pPr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1AB134C3" wp14:editId="1B41D903">
                  <wp:extent cx="1114581" cy="847843"/>
                  <wp:effectExtent l="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A291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58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  <w:r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482EF618" wp14:editId="4CA3E4CA">
                  <wp:extent cx="1171575" cy="117157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FB8F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739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64DC1621" w14:textId="77777777" w:rsidR="004267C7" w:rsidRPr="00431275" w:rsidRDefault="004267C7" w:rsidP="0071563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A49E5D9" w14:textId="77777777" w:rsidR="004267C7" w:rsidRPr="00431275" w:rsidRDefault="004267C7" w:rsidP="00715630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>Expand the brackets:</w:t>
            </w:r>
          </w:p>
          <w:p w14:paraId="3003AB52" w14:textId="77777777" w:rsidR="004267C7" w:rsidRPr="004267C7" w:rsidRDefault="004267C7" w:rsidP="00715630">
            <w:pPr>
              <w:rPr>
                <w:rFonts w:ascii="Tahoma" w:eastAsiaTheme="minorEastAsia" w:hAnsi="Tahoma" w:cs="Tahoma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x+7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x+3</m:t>
                    </m:r>
                  </m:e>
                </m:d>
                <m:r>
                  <w:rPr>
                    <w:rFonts w:ascii="Cambria Math" w:eastAsiaTheme="minorEastAsia" w:hAnsi="Cambria Math" w:cs="Tahoma"/>
                  </w:rPr>
                  <m:t>=</m:t>
                </m:r>
              </m:oMath>
            </m:oMathPara>
          </w:p>
          <w:tbl>
            <w:tblPr>
              <w:tblStyle w:val="TableGrid"/>
              <w:tblW w:w="0" w:type="auto"/>
              <w:tblInd w:w="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756"/>
              <w:gridCol w:w="756"/>
            </w:tblGrid>
            <w:tr w:rsidR="004267C7" w:rsidRPr="00431275" w14:paraId="3B613D48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17D03B70" w14:textId="77777777" w:rsidR="004267C7" w:rsidRPr="00431275" w:rsidRDefault="004267C7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2A84F894" w14:textId="77777777" w:rsidR="004267C7" w:rsidRPr="00431275" w:rsidRDefault="004267C7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4A4104C8" w14:textId="77777777" w:rsidR="004267C7" w:rsidRPr="00431275" w:rsidRDefault="004267C7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  <w:tr w:rsidR="004267C7" w:rsidRPr="00431275" w14:paraId="06347B00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1C78B7B8" w14:textId="77777777" w:rsidR="004267C7" w:rsidRPr="00431275" w:rsidRDefault="004267C7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5E2CC909" w14:textId="77777777" w:rsidR="004267C7" w:rsidRPr="00431275" w:rsidRDefault="004267C7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77294B23" w14:textId="77777777" w:rsidR="004267C7" w:rsidRPr="00431275" w:rsidRDefault="004267C7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  <w:tr w:rsidR="004267C7" w:rsidRPr="00431275" w14:paraId="0837D92B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265F5717" w14:textId="77777777" w:rsidR="004267C7" w:rsidRPr="00431275" w:rsidRDefault="004267C7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329CC7A7" w14:textId="77777777" w:rsidR="004267C7" w:rsidRPr="00431275" w:rsidRDefault="004267C7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43A41148" w14:textId="77777777" w:rsidR="004267C7" w:rsidRPr="00431275" w:rsidRDefault="004267C7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</w:tbl>
          <w:p w14:paraId="6192EA36" w14:textId="77777777" w:rsidR="004267C7" w:rsidRPr="00431275" w:rsidRDefault="004267C7" w:rsidP="00715630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4267C7" w:rsidRPr="00C240D5" w14:paraId="036671FD" w14:textId="77777777" w:rsidTr="00715630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3836AEAF" w14:textId="77777777" w:rsidR="004267C7" w:rsidRPr="00C240D5" w:rsidRDefault="004267C7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4D83B1B" w14:textId="77777777" w:rsidR="004267C7" w:rsidRDefault="004267C7" w:rsidP="0071563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7872" behindDoc="0" locked="0" layoutInCell="1" allowOverlap="1" wp14:anchorId="468CECB4" wp14:editId="27618EA2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27" name="Picture 27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166031E2" w14:textId="77777777" w:rsidR="004267C7" w:rsidRPr="009F6C6A" w:rsidRDefault="004267C7" w:rsidP="0071563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26848" behindDoc="0" locked="0" layoutInCell="1" allowOverlap="1" wp14:anchorId="64A99D23" wp14:editId="59FE4212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0A399E22" wp14:editId="5F743FEA">
                  <wp:extent cx="781050" cy="1076583"/>
                  <wp:effectExtent l="0" t="0" r="0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76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2FA3F2" w14:textId="77777777" w:rsidR="004267C7" w:rsidRDefault="004267C7" w:rsidP="004267C7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5824" behindDoc="0" locked="0" layoutInCell="1" allowOverlap="1" wp14:anchorId="09C4CB61" wp14:editId="5DBAF3C5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0" name="Picture 3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4800" behindDoc="0" locked="0" layoutInCell="1" allowOverlap="1" wp14:anchorId="6826BADC" wp14:editId="30DB722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1" name="Picture 3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28.2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090C"/>
    <w:rsid w:val="000740DB"/>
    <w:rsid w:val="000A43CA"/>
    <w:rsid w:val="000A63AF"/>
    <w:rsid w:val="000E162B"/>
    <w:rsid w:val="00105331"/>
    <w:rsid w:val="00125C71"/>
    <w:rsid w:val="00155A2A"/>
    <w:rsid w:val="001760AE"/>
    <w:rsid w:val="001826A9"/>
    <w:rsid w:val="001D513F"/>
    <w:rsid w:val="001E2A93"/>
    <w:rsid w:val="0020147F"/>
    <w:rsid w:val="00213C21"/>
    <w:rsid w:val="00242309"/>
    <w:rsid w:val="00247FD4"/>
    <w:rsid w:val="002A3B06"/>
    <w:rsid w:val="002B14A3"/>
    <w:rsid w:val="002C5377"/>
    <w:rsid w:val="002D5D86"/>
    <w:rsid w:val="00326247"/>
    <w:rsid w:val="00333535"/>
    <w:rsid w:val="003356C4"/>
    <w:rsid w:val="00344FB5"/>
    <w:rsid w:val="00353B71"/>
    <w:rsid w:val="003D55FD"/>
    <w:rsid w:val="003F51D8"/>
    <w:rsid w:val="004008D8"/>
    <w:rsid w:val="004267C7"/>
    <w:rsid w:val="00431275"/>
    <w:rsid w:val="004539C0"/>
    <w:rsid w:val="00493EE3"/>
    <w:rsid w:val="004A26C7"/>
    <w:rsid w:val="004D2879"/>
    <w:rsid w:val="004F073D"/>
    <w:rsid w:val="0050136B"/>
    <w:rsid w:val="00505FC9"/>
    <w:rsid w:val="00523173"/>
    <w:rsid w:val="00525119"/>
    <w:rsid w:val="005D37DE"/>
    <w:rsid w:val="005E3FC2"/>
    <w:rsid w:val="00611673"/>
    <w:rsid w:val="0064471D"/>
    <w:rsid w:val="00665D34"/>
    <w:rsid w:val="00666CDC"/>
    <w:rsid w:val="0066773D"/>
    <w:rsid w:val="006D4A9E"/>
    <w:rsid w:val="006E6A1A"/>
    <w:rsid w:val="0070003E"/>
    <w:rsid w:val="00705472"/>
    <w:rsid w:val="007258C6"/>
    <w:rsid w:val="00734D85"/>
    <w:rsid w:val="007516C1"/>
    <w:rsid w:val="00756347"/>
    <w:rsid w:val="00782957"/>
    <w:rsid w:val="007B4226"/>
    <w:rsid w:val="007E2C1A"/>
    <w:rsid w:val="0090117B"/>
    <w:rsid w:val="0090585D"/>
    <w:rsid w:val="00950AD6"/>
    <w:rsid w:val="0099142F"/>
    <w:rsid w:val="009A72D8"/>
    <w:rsid w:val="009F6C6A"/>
    <w:rsid w:val="00A1371A"/>
    <w:rsid w:val="00A5698F"/>
    <w:rsid w:val="00A844B6"/>
    <w:rsid w:val="00AD3C1A"/>
    <w:rsid w:val="00B40DC9"/>
    <w:rsid w:val="00B64A68"/>
    <w:rsid w:val="00BE7AC9"/>
    <w:rsid w:val="00BF035D"/>
    <w:rsid w:val="00BF0512"/>
    <w:rsid w:val="00C11472"/>
    <w:rsid w:val="00C240D5"/>
    <w:rsid w:val="00C35600"/>
    <w:rsid w:val="00C41860"/>
    <w:rsid w:val="00C55B29"/>
    <w:rsid w:val="00C60D83"/>
    <w:rsid w:val="00C6765F"/>
    <w:rsid w:val="00D253BC"/>
    <w:rsid w:val="00D27DA8"/>
    <w:rsid w:val="00D51195"/>
    <w:rsid w:val="00D723BE"/>
    <w:rsid w:val="00D974EA"/>
    <w:rsid w:val="00DB511B"/>
    <w:rsid w:val="00DC16B5"/>
    <w:rsid w:val="00DD6ED1"/>
    <w:rsid w:val="00DF5FFD"/>
    <w:rsid w:val="00E01F39"/>
    <w:rsid w:val="00E20822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  <w:rsid w:val="00FC6D87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tmp"/><Relationship Id="rId10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cp:lastPrinted>2019-05-06T15:37:00Z</cp:lastPrinted>
  <dcterms:created xsi:type="dcterms:W3CDTF">2019-05-13T13:28:00Z</dcterms:created>
  <dcterms:modified xsi:type="dcterms:W3CDTF">2019-05-13T13:29:00Z</dcterms:modified>
</cp:coreProperties>
</file>